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33D" w:rsidRDefault="00E3033D"/>
    <w:p w:rsidR="001C4C01" w:rsidRPr="00FF67D1" w:rsidRDefault="001C4C01" w:rsidP="001C4C01">
      <w:pPr>
        <w:jc w:val="right"/>
        <w:rPr>
          <w:rFonts w:ascii="Arial Narrow" w:hAnsi="Arial Narrow"/>
        </w:rPr>
      </w:pPr>
      <w:r w:rsidRPr="00FF67D1">
        <w:rPr>
          <w:rFonts w:ascii="Arial Narrow" w:hAnsi="Arial Narrow"/>
        </w:rPr>
        <w:t>Médanos</w:t>
      </w:r>
      <w:r w:rsidR="0000797F">
        <w:rPr>
          <w:rFonts w:ascii="Arial Narrow" w:hAnsi="Arial Narrow"/>
        </w:rPr>
        <w:t>, 04 de junio de 2019</w:t>
      </w:r>
    </w:p>
    <w:p w:rsidR="006570DA" w:rsidRDefault="006570DA" w:rsidP="00FF67D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Dirección de </w:t>
      </w:r>
      <w:r w:rsidR="0000797F">
        <w:rPr>
          <w:rFonts w:ascii="Arial Narrow" w:hAnsi="Arial Narrow"/>
        </w:rPr>
        <w:t>Comunicación y Medios</w:t>
      </w:r>
    </w:p>
    <w:p w:rsidR="006570DA" w:rsidRPr="00FF67D1" w:rsidRDefault="0000797F" w:rsidP="00FF67D1">
      <w:pPr>
        <w:rPr>
          <w:rFonts w:ascii="Arial Narrow" w:hAnsi="Arial Narrow"/>
          <w:bCs/>
        </w:rPr>
      </w:pPr>
      <w:r>
        <w:rPr>
          <w:rFonts w:ascii="Arial Narrow" w:hAnsi="Arial Narrow"/>
        </w:rPr>
        <w:t>Srta. Eugenia Herrera</w:t>
      </w:r>
    </w:p>
    <w:p w:rsidR="00FF67D1" w:rsidRPr="00FF67D1" w:rsidRDefault="00FF67D1" w:rsidP="00FF67D1">
      <w:pPr>
        <w:rPr>
          <w:rFonts w:ascii="Arial Narrow" w:hAnsi="Arial Narrow"/>
          <w:u w:val="single"/>
        </w:rPr>
      </w:pPr>
      <w:r w:rsidRPr="00FF67D1">
        <w:rPr>
          <w:rFonts w:ascii="Arial Narrow" w:hAnsi="Arial Narrow"/>
          <w:u w:val="single"/>
        </w:rPr>
        <w:t>S/D</w:t>
      </w:r>
    </w:p>
    <w:p w:rsidR="005B6D23" w:rsidRDefault="005B6D23"/>
    <w:p w:rsidR="004F4CD5" w:rsidRDefault="001C4C01" w:rsidP="004F4CD5">
      <w:pPr>
        <w:ind w:firstLine="708"/>
        <w:jc w:val="right"/>
        <w:rPr>
          <w:rFonts w:ascii="Arial Narrow" w:hAnsi="Arial Narrow"/>
        </w:rPr>
      </w:pPr>
      <w:r w:rsidRPr="002F52F4">
        <w:rPr>
          <w:rFonts w:ascii="Arial Narrow" w:hAnsi="Arial Narrow"/>
        </w:rPr>
        <w:t>Ref</w:t>
      </w:r>
      <w:r w:rsidR="00B968D2">
        <w:rPr>
          <w:rFonts w:ascii="Arial Narrow" w:hAnsi="Arial Narrow"/>
        </w:rPr>
        <w:t>erencia</w:t>
      </w:r>
      <w:r w:rsidRPr="002F52F4">
        <w:rPr>
          <w:rFonts w:ascii="Arial Narrow" w:hAnsi="Arial Narrow"/>
        </w:rPr>
        <w:t xml:space="preserve">: </w:t>
      </w:r>
      <w:proofErr w:type="spellStart"/>
      <w:r w:rsidR="002F6385">
        <w:rPr>
          <w:rFonts w:ascii="Arial Narrow" w:hAnsi="Arial Narrow"/>
        </w:rPr>
        <w:t>Expt</w:t>
      </w:r>
      <w:proofErr w:type="spellEnd"/>
      <w:r w:rsidR="00DF63E1">
        <w:rPr>
          <w:rFonts w:ascii="Arial Narrow" w:hAnsi="Arial Narrow"/>
        </w:rPr>
        <w:t xml:space="preserve">. Nº </w:t>
      </w:r>
      <w:r w:rsidR="0000797F">
        <w:rPr>
          <w:rFonts w:ascii="Arial Narrow" w:hAnsi="Arial Narrow"/>
        </w:rPr>
        <w:t>1083</w:t>
      </w:r>
      <w:r w:rsidR="00BE5125">
        <w:rPr>
          <w:rFonts w:ascii="Arial Narrow" w:hAnsi="Arial Narrow"/>
        </w:rPr>
        <w:t>/1</w:t>
      </w:r>
      <w:r w:rsidR="003106AF">
        <w:rPr>
          <w:rFonts w:ascii="Arial Narrow" w:hAnsi="Arial Narrow"/>
        </w:rPr>
        <w:t>9</w:t>
      </w:r>
      <w:r w:rsidR="00DF63E1">
        <w:rPr>
          <w:rFonts w:ascii="Arial Narrow" w:hAnsi="Arial Narrow"/>
        </w:rPr>
        <w:t xml:space="preserve"> </w:t>
      </w:r>
      <w:r w:rsidR="0044239F">
        <w:rPr>
          <w:rFonts w:ascii="Arial Narrow" w:hAnsi="Arial Narrow"/>
        </w:rPr>
        <w:t xml:space="preserve">– </w:t>
      </w:r>
    </w:p>
    <w:p w:rsidR="00B968D2" w:rsidRPr="002F52F4" w:rsidRDefault="0044239F" w:rsidP="0000797F">
      <w:pPr>
        <w:ind w:firstLine="708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Obra: </w:t>
      </w:r>
      <w:r w:rsidR="0000797F">
        <w:rPr>
          <w:rFonts w:ascii="Arial Narrow" w:hAnsi="Arial Narrow"/>
        </w:rPr>
        <w:t>Refacción de cubierta E.E.S. N°3 de Médanos</w:t>
      </w:r>
      <w:r w:rsidR="00B968D2">
        <w:rPr>
          <w:rFonts w:ascii="Arial Narrow" w:hAnsi="Arial Narrow"/>
        </w:rPr>
        <w:t>.</w:t>
      </w:r>
    </w:p>
    <w:p w:rsidR="001C4C01" w:rsidRDefault="001C4C01"/>
    <w:p w:rsidR="00FF67D1" w:rsidRDefault="00FF67D1" w:rsidP="00FF67D1">
      <w:pPr>
        <w:pStyle w:val="Ttulo"/>
        <w:jc w:val="left"/>
        <w:rPr>
          <w:rFonts w:ascii="Times New Roman" w:hAnsi="Times New Roman" w:cs="Times New Roman"/>
          <w:b w:val="0"/>
          <w:bCs/>
          <w:i w:val="0"/>
          <w:iCs/>
          <w:sz w:val="24"/>
        </w:rPr>
      </w:pPr>
    </w:p>
    <w:p w:rsidR="00FF67D1" w:rsidRPr="00FF67D1" w:rsidRDefault="00FF67D1" w:rsidP="00723128">
      <w:pPr>
        <w:ind w:firstLine="708"/>
        <w:jc w:val="both"/>
        <w:rPr>
          <w:rFonts w:ascii="Arial Narrow" w:hAnsi="Arial Narrow"/>
        </w:rPr>
      </w:pPr>
      <w:r w:rsidRPr="00FF67D1">
        <w:rPr>
          <w:rFonts w:ascii="Arial Narrow" w:hAnsi="Arial Narrow"/>
        </w:rPr>
        <w:t xml:space="preserve">Por intermedio de la presente solicito a Usted se publique en </w:t>
      </w:r>
      <w:r w:rsidR="00AD5ECB">
        <w:rPr>
          <w:rFonts w:ascii="Arial Narrow" w:hAnsi="Arial Narrow"/>
        </w:rPr>
        <w:t xml:space="preserve">el </w:t>
      </w:r>
      <w:r w:rsidRPr="00FF67D1">
        <w:rPr>
          <w:rFonts w:ascii="Arial Narrow" w:hAnsi="Arial Narrow"/>
        </w:rPr>
        <w:t xml:space="preserve">Boletín Oficial el llamado a Licitación Pública N° </w:t>
      </w:r>
      <w:r w:rsidR="0000797F">
        <w:rPr>
          <w:rFonts w:ascii="Arial Narrow" w:hAnsi="Arial Narrow"/>
        </w:rPr>
        <w:t>10</w:t>
      </w:r>
      <w:r w:rsidR="00636171">
        <w:rPr>
          <w:rFonts w:ascii="Arial Narrow" w:hAnsi="Arial Narrow"/>
        </w:rPr>
        <w:t>/1</w:t>
      </w:r>
      <w:r w:rsidR="003106AF">
        <w:rPr>
          <w:rFonts w:ascii="Arial Narrow" w:hAnsi="Arial Narrow"/>
        </w:rPr>
        <w:t>9</w:t>
      </w:r>
      <w:r w:rsidRPr="00FF67D1">
        <w:rPr>
          <w:rFonts w:ascii="Arial Narrow" w:hAnsi="Arial Narrow"/>
        </w:rPr>
        <w:t xml:space="preserve"> de acuerdo al siguiente detalle:</w:t>
      </w:r>
    </w:p>
    <w:p w:rsidR="00FF67D1" w:rsidRPr="00FF67D1" w:rsidRDefault="00FF67D1" w:rsidP="00FF67D1">
      <w:pPr>
        <w:ind w:firstLine="708"/>
        <w:jc w:val="both"/>
        <w:rPr>
          <w:rFonts w:ascii="Arial Narrow" w:hAnsi="Arial Narrow"/>
        </w:rPr>
      </w:pPr>
    </w:p>
    <w:p w:rsidR="00FF67D1" w:rsidRPr="00FF67D1" w:rsidRDefault="00FF67D1" w:rsidP="00FF67D1">
      <w:pPr>
        <w:ind w:firstLine="708"/>
        <w:jc w:val="both"/>
        <w:rPr>
          <w:rFonts w:ascii="Arial Narrow" w:hAnsi="Arial Narrow"/>
          <w:b/>
        </w:rPr>
      </w:pPr>
      <w:r w:rsidRPr="00FF67D1">
        <w:rPr>
          <w:rFonts w:ascii="Arial Narrow" w:hAnsi="Arial Narrow"/>
          <w:b/>
        </w:rPr>
        <w:t>MUNICIPALIDAD DE VILLARINO</w:t>
      </w:r>
    </w:p>
    <w:p w:rsidR="00FF67D1" w:rsidRPr="00FF67D1" w:rsidRDefault="00FF67D1" w:rsidP="00FF67D1">
      <w:pPr>
        <w:ind w:firstLine="708"/>
        <w:jc w:val="both"/>
        <w:rPr>
          <w:rFonts w:ascii="Arial Narrow" w:hAnsi="Arial Narrow"/>
          <w:b/>
        </w:rPr>
      </w:pPr>
      <w:r w:rsidRPr="00FF67D1">
        <w:rPr>
          <w:rFonts w:ascii="Arial Narrow" w:hAnsi="Arial Narrow"/>
          <w:b/>
        </w:rPr>
        <w:t xml:space="preserve">LICITACIÓN PÚBLICA N°  </w:t>
      </w:r>
      <w:r w:rsidR="0000797F">
        <w:rPr>
          <w:rFonts w:ascii="Arial Narrow" w:hAnsi="Arial Narrow"/>
          <w:b/>
        </w:rPr>
        <w:t>10</w:t>
      </w:r>
      <w:r w:rsidR="005F61CE">
        <w:rPr>
          <w:rFonts w:ascii="Arial Narrow" w:hAnsi="Arial Narrow"/>
          <w:b/>
        </w:rPr>
        <w:t>/1</w:t>
      </w:r>
      <w:r w:rsidR="003106AF">
        <w:rPr>
          <w:rFonts w:ascii="Arial Narrow" w:hAnsi="Arial Narrow"/>
          <w:b/>
        </w:rPr>
        <w:t>9</w:t>
      </w:r>
    </w:p>
    <w:p w:rsidR="00FF67D1" w:rsidRPr="005F61CE" w:rsidRDefault="00FF67D1" w:rsidP="004F4CD5">
      <w:pPr>
        <w:ind w:left="709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El Municipio</w:t>
      </w:r>
      <w:r w:rsidRPr="00FF67D1">
        <w:rPr>
          <w:rFonts w:ascii="Arial Narrow" w:hAnsi="Arial Narrow"/>
        </w:rPr>
        <w:t xml:space="preserve"> de </w:t>
      </w:r>
      <w:proofErr w:type="spellStart"/>
      <w:r w:rsidRPr="00FF67D1">
        <w:rPr>
          <w:rFonts w:ascii="Arial Narrow" w:hAnsi="Arial Narrow"/>
        </w:rPr>
        <w:t>Villarino</w:t>
      </w:r>
      <w:proofErr w:type="spellEnd"/>
      <w:r w:rsidRPr="00FF67D1">
        <w:rPr>
          <w:rFonts w:ascii="Arial Narrow" w:hAnsi="Arial Narrow"/>
        </w:rPr>
        <w:t xml:space="preserve"> llama a Licitación Pública para la ejecución de la obra </w:t>
      </w:r>
      <w:r w:rsidRPr="005F61CE">
        <w:rPr>
          <w:rFonts w:ascii="Arial Narrow" w:hAnsi="Arial Narrow"/>
          <w:b/>
        </w:rPr>
        <w:t>“</w:t>
      </w:r>
      <w:r w:rsidR="0000797F">
        <w:rPr>
          <w:rFonts w:ascii="Arial Narrow" w:hAnsi="Arial Narrow"/>
          <w:b/>
        </w:rPr>
        <w:t>Refacción de cubierta de la E.E.S. N°3 de la localidad de Médanos</w:t>
      </w:r>
      <w:r w:rsidRPr="005F61CE">
        <w:rPr>
          <w:rFonts w:ascii="Arial Narrow" w:hAnsi="Arial Narrow"/>
          <w:b/>
        </w:rPr>
        <w:t>”</w:t>
      </w:r>
    </w:p>
    <w:p w:rsidR="00FF67D1" w:rsidRPr="00FF67D1" w:rsidRDefault="00DF63E1" w:rsidP="00FF67D1">
      <w:pPr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Expediente Municipal Nº </w:t>
      </w:r>
      <w:r w:rsidR="0000797F">
        <w:rPr>
          <w:rFonts w:ascii="Arial Narrow" w:hAnsi="Arial Narrow"/>
        </w:rPr>
        <w:t>1083/</w:t>
      </w:r>
      <w:r w:rsidR="003106AF">
        <w:rPr>
          <w:rFonts w:ascii="Arial Narrow" w:hAnsi="Arial Narrow"/>
        </w:rPr>
        <w:t>2019</w:t>
      </w:r>
    </w:p>
    <w:p w:rsidR="00FF67D1" w:rsidRPr="00FF67D1" w:rsidRDefault="00FF67D1" w:rsidP="00FF67D1">
      <w:pPr>
        <w:ind w:firstLine="708"/>
        <w:jc w:val="both"/>
        <w:rPr>
          <w:rFonts w:ascii="Arial Narrow" w:hAnsi="Arial Narrow"/>
        </w:rPr>
      </w:pPr>
      <w:r w:rsidRPr="00FF67D1">
        <w:rPr>
          <w:rFonts w:ascii="Arial Narrow" w:hAnsi="Arial Narrow"/>
        </w:rPr>
        <w:t xml:space="preserve">Fecha de </w:t>
      </w:r>
      <w:r w:rsidR="00C937B5" w:rsidRPr="00FF67D1">
        <w:rPr>
          <w:rFonts w:ascii="Arial Narrow" w:hAnsi="Arial Narrow"/>
        </w:rPr>
        <w:t>Apertura:</w:t>
      </w:r>
      <w:r w:rsidR="002F6385">
        <w:rPr>
          <w:rFonts w:ascii="Arial Narrow" w:hAnsi="Arial Narrow"/>
        </w:rPr>
        <w:t xml:space="preserve"> </w:t>
      </w:r>
      <w:r w:rsidR="0000797F">
        <w:rPr>
          <w:rFonts w:ascii="Arial Narrow" w:hAnsi="Arial Narrow"/>
        </w:rPr>
        <w:t>10</w:t>
      </w:r>
      <w:r w:rsidR="005F61CE">
        <w:rPr>
          <w:rFonts w:ascii="Arial Narrow" w:hAnsi="Arial Narrow"/>
        </w:rPr>
        <w:t>/</w:t>
      </w:r>
      <w:r w:rsidR="0000797F">
        <w:rPr>
          <w:rFonts w:ascii="Arial Narrow" w:hAnsi="Arial Narrow"/>
        </w:rPr>
        <w:t>07</w:t>
      </w:r>
      <w:r w:rsidR="003106AF">
        <w:rPr>
          <w:rFonts w:ascii="Arial Narrow" w:hAnsi="Arial Narrow"/>
        </w:rPr>
        <w:t>/2019</w:t>
      </w:r>
    </w:p>
    <w:p w:rsidR="00FF67D1" w:rsidRPr="00FF67D1" w:rsidRDefault="00FF67D1" w:rsidP="00FF67D1">
      <w:pPr>
        <w:ind w:firstLine="708"/>
        <w:jc w:val="both"/>
        <w:rPr>
          <w:rFonts w:ascii="Arial Narrow" w:hAnsi="Arial Narrow"/>
        </w:rPr>
      </w:pPr>
      <w:r w:rsidRPr="00FF67D1">
        <w:rPr>
          <w:rFonts w:ascii="Arial Narrow" w:hAnsi="Arial Narrow"/>
        </w:rPr>
        <w:t xml:space="preserve">Hora de </w:t>
      </w:r>
      <w:r w:rsidR="00C937B5" w:rsidRPr="00FF67D1">
        <w:rPr>
          <w:rFonts w:ascii="Arial Narrow" w:hAnsi="Arial Narrow"/>
        </w:rPr>
        <w:t>Apertura:</w:t>
      </w:r>
      <w:r w:rsidRPr="00FF67D1">
        <w:rPr>
          <w:rFonts w:ascii="Arial Narrow" w:hAnsi="Arial Narrow"/>
        </w:rPr>
        <w:t xml:space="preserve"> 10</w:t>
      </w:r>
      <w:r w:rsidR="00C937B5">
        <w:rPr>
          <w:rFonts w:ascii="Arial Narrow" w:hAnsi="Arial Narrow"/>
        </w:rPr>
        <w:t>:0</w:t>
      </w:r>
      <w:r w:rsidRPr="00FF67D1">
        <w:rPr>
          <w:rFonts w:ascii="Arial Narrow" w:hAnsi="Arial Narrow"/>
        </w:rPr>
        <w:t xml:space="preserve">0 </w:t>
      </w:r>
      <w:proofErr w:type="spellStart"/>
      <w:r w:rsidRPr="00FF67D1">
        <w:rPr>
          <w:rFonts w:ascii="Arial Narrow" w:hAnsi="Arial Narrow"/>
        </w:rPr>
        <w:t>hs</w:t>
      </w:r>
      <w:proofErr w:type="spellEnd"/>
      <w:r w:rsidRPr="00FF67D1">
        <w:rPr>
          <w:rFonts w:ascii="Arial Narrow" w:hAnsi="Arial Narrow"/>
        </w:rPr>
        <w:t>.</w:t>
      </w:r>
    </w:p>
    <w:p w:rsidR="00FF67D1" w:rsidRPr="00FF67D1" w:rsidRDefault="00FF67D1" w:rsidP="00FF67D1">
      <w:pPr>
        <w:ind w:firstLine="708"/>
        <w:jc w:val="both"/>
        <w:rPr>
          <w:rFonts w:ascii="Arial Narrow" w:hAnsi="Arial Narrow"/>
        </w:rPr>
      </w:pPr>
      <w:r w:rsidRPr="00FF67D1">
        <w:rPr>
          <w:rFonts w:ascii="Arial Narrow" w:hAnsi="Arial Narrow"/>
        </w:rPr>
        <w:t xml:space="preserve">Lugar de </w:t>
      </w:r>
      <w:r w:rsidR="00C937B5" w:rsidRPr="00FF67D1">
        <w:rPr>
          <w:rFonts w:ascii="Arial Narrow" w:hAnsi="Arial Narrow"/>
        </w:rPr>
        <w:t>Apertura:</w:t>
      </w:r>
      <w:r w:rsidRPr="00FF67D1">
        <w:rPr>
          <w:rFonts w:ascii="Arial Narrow" w:hAnsi="Arial Narrow"/>
        </w:rPr>
        <w:t xml:space="preserve"> Secretaría de Obras Públicas – Moreno 41 – Médanos</w:t>
      </w:r>
    </w:p>
    <w:p w:rsidR="00FF67D1" w:rsidRPr="00FF67D1" w:rsidRDefault="00FF67D1" w:rsidP="00FF67D1">
      <w:pPr>
        <w:ind w:firstLine="708"/>
        <w:jc w:val="both"/>
        <w:rPr>
          <w:rFonts w:ascii="Arial Narrow" w:hAnsi="Arial Narrow"/>
        </w:rPr>
      </w:pPr>
      <w:r w:rsidRPr="00FF67D1">
        <w:rPr>
          <w:rFonts w:ascii="Arial Narrow" w:hAnsi="Arial Narrow"/>
        </w:rPr>
        <w:t xml:space="preserve">Presupuesto </w:t>
      </w:r>
      <w:r w:rsidR="00C937B5" w:rsidRPr="00FF67D1">
        <w:rPr>
          <w:rFonts w:ascii="Arial Narrow" w:hAnsi="Arial Narrow"/>
        </w:rPr>
        <w:t>Oficial:</w:t>
      </w:r>
      <w:r w:rsidR="00AD038B">
        <w:rPr>
          <w:rFonts w:ascii="Arial Narrow" w:hAnsi="Arial Narrow"/>
        </w:rPr>
        <w:t xml:space="preserve"> $</w:t>
      </w:r>
      <w:r w:rsidRPr="00FF67D1">
        <w:rPr>
          <w:rFonts w:ascii="Arial Narrow" w:hAnsi="Arial Narrow"/>
        </w:rPr>
        <w:t xml:space="preserve"> </w:t>
      </w:r>
      <w:r w:rsidR="0000797F">
        <w:rPr>
          <w:rFonts w:ascii="Arial Narrow" w:hAnsi="Arial Narrow"/>
        </w:rPr>
        <w:t>4.374.996,07</w:t>
      </w:r>
      <w:r w:rsidR="0044239F">
        <w:rPr>
          <w:rFonts w:ascii="Arial Narrow" w:hAnsi="Arial Narrow"/>
        </w:rPr>
        <w:t>.-</w:t>
      </w:r>
    </w:p>
    <w:p w:rsidR="00FF67D1" w:rsidRPr="00D35688" w:rsidRDefault="00FF67D1" w:rsidP="00FF67D1">
      <w:pPr>
        <w:ind w:firstLine="708"/>
        <w:jc w:val="both"/>
        <w:rPr>
          <w:rFonts w:ascii="Arial Narrow" w:hAnsi="Arial Narrow"/>
        </w:rPr>
      </w:pPr>
      <w:r w:rsidRPr="00D35688">
        <w:rPr>
          <w:rFonts w:ascii="Arial Narrow" w:hAnsi="Arial Narrow"/>
        </w:rPr>
        <w:t xml:space="preserve">Costo del </w:t>
      </w:r>
      <w:r w:rsidR="00C937B5" w:rsidRPr="00D35688">
        <w:rPr>
          <w:rFonts w:ascii="Arial Narrow" w:hAnsi="Arial Narrow"/>
        </w:rPr>
        <w:t>Pliego:</w:t>
      </w:r>
      <w:r w:rsidR="005F61CE" w:rsidRPr="00D35688">
        <w:rPr>
          <w:rFonts w:ascii="Arial Narrow" w:hAnsi="Arial Narrow"/>
        </w:rPr>
        <w:t xml:space="preserve"> </w:t>
      </w:r>
      <w:r w:rsidR="0044239F" w:rsidRPr="00FF67D1">
        <w:rPr>
          <w:rFonts w:ascii="Arial Narrow" w:hAnsi="Arial Narrow"/>
        </w:rPr>
        <w:t>$</w:t>
      </w:r>
      <w:r w:rsidR="00AD038B">
        <w:rPr>
          <w:rFonts w:ascii="Arial Narrow" w:hAnsi="Arial Narrow"/>
        </w:rPr>
        <w:t xml:space="preserve"> </w:t>
      </w:r>
      <w:r w:rsidR="0000797F">
        <w:rPr>
          <w:rFonts w:ascii="Arial Narrow" w:hAnsi="Arial Narrow"/>
        </w:rPr>
        <w:t>2.437</w:t>
      </w:r>
      <w:bookmarkStart w:id="0" w:name="_GoBack"/>
      <w:bookmarkEnd w:id="0"/>
      <w:r w:rsidR="0000797F">
        <w:rPr>
          <w:rFonts w:ascii="Arial Narrow" w:hAnsi="Arial Narrow"/>
        </w:rPr>
        <w:t>,50</w:t>
      </w:r>
      <w:r w:rsidR="0044239F">
        <w:rPr>
          <w:rFonts w:ascii="Arial Narrow" w:hAnsi="Arial Narrow"/>
        </w:rPr>
        <w:t>.-</w:t>
      </w:r>
    </w:p>
    <w:p w:rsidR="00FF67D1" w:rsidRPr="00FF67D1" w:rsidRDefault="00FF67D1" w:rsidP="00FF67D1">
      <w:pPr>
        <w:ind w:firstLine="708"/>
        <w:jc w:val="both"/>
        <w:rPr>
          <w:rFonts w:ascii="Arial Narrow" w:hAnsi="Arial Narrow"/>
        </w:rPr>
      </w:pPr>
      <w:r w:rsidRPr="00FF67D1">
        <w:rPr>
          <w:rFonts w:ascii="Arial Narrow" w:hAnsi="Arial Narrow"/>
        </w:rPr>
        <w:t xml:space="preserve">Venta de </w:t>
      </w:r>
      <w:r w:rsidR="00FA71CA" w:rsidRPr="00FF67D1">
        <w:rPr>
          <w:rFonts w:ascii="Arial Narrow" w:hAnsi="Arial Narrow"/>
        </w:rPr>
        <w:t>Pliegos:</w:t>
      </w:r>
      <w:r w:rsidRPr="00FF67D1">
        <w:rPr>
          <w:rFonts w:ascii="Arial Narrow" w:hAnsi="Arial Narrow"/>
        </w:rPr>
        <w:t xml:space="preserve"> Oficina Recaudaciones – Moreno 41 - Médanos</w:t>
      </w:r>
    </w:p>
    <w:p w:rsidR="00FF67D1" w:rsidRPr="00FF67D1" w:rsidRDefault="00FF67D1" w:rsidP="00FF67D1">
      <w:pPr>
        <w:ind w:firstLine="708"/>
        <w:jc w:val="both"/>
        <w:rPr>
          <w:rFonts w:ascii="Arial Narrow" w:hAnsi="Arial Narrow"/>
        </w:rPr>
      </w:pPr>
      <w:r w:rsidRPr="00FF67D1">
        <w:rPr>
          <w:rFonts w:ascii="Arial Narrow" w:hAnsi="Arial Narrow"/>
        </w:rPr>
        <w:t xml:space="preserve">Consultas al </w:t>
      </w:r>
      <w:r w:rsidR="00FA71CA" w:rsidRPr="00FF67D1">
        <w:rPr>
          <w:rFonts w:ascii="Arial Narrow" w:hAnsi="Arial Narrow"/>
        </w:rPr>
        <w:t>Pliego:</w:t>
      </w:r>
      <w:r w:rsidRPr="00FF67D1">
        <w:rPr>
          <w:rFonts w:ascii="Arial Narrow" w:hAnsi="Arial Narrow"/>
        </w:rPr>
        <w:t xml:space="preserve"> Secretaría de Obras Públicas – Moreno 41 – Médanos</w:t>
      </w:r>
    </w:p>
    <w:p w:rsidR="00FF67D1" w:rsidRDefault="00FF67D1" w:rsidP="00FF67D1">
      <w:pPr>
        <w:ind w:firstLine="708"/>
        <w:jc w:val="both"/>
        <w:rPr>
          <w:rFonts w:ascii="Arial Narrow" w:hAnsi="Arial Narrow"/>
        </w:rPr>
      </w:pPr>
      <w:r w:rsidRPr="00FF67D1">
        <w:rPr>
          <w:rFonts w:ascii="Arial Narrow" w:hAnsi="Arial Narrow"/>
        </w:rPr>
        <w:t xml:space="preserve">Presentación de las </w:t>
      </w:r>
      <w:r w:rsidR="00FA71CA" w:rsidRPr="00FF67D1">
        <w:rPr>
          <w:rFonts w:ascii="Arial Narrow" w:hAnsi="Arial Narrow"/>
        </w:rPr>
        <w:t>ofertas:</w:t>
      </w:r>
      <w:r w:rsidRPr="00FF67D1">
        <w:rPr>
          <w:rFonts w:ascii="Arial Narrow" w:hAnsi="Arial Narrow"/>
        </w:rPr>
        <w:t xml:space="preserve"> Secretaría de Obras Públicas – Moreno 41 – Médanos</w:t>
      </w:r>
    </w:p>
    <w:p w:rsidR="003B03B0" w:rsidRDefault="003B03B0" w:rsidP="00FF67D1">
      <w:pPr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Dicha publicación se realizará por el término de dos (2) días corridos.</w:t>
      </w:r>
    </w:p>
    <w:p w:rsidR="003B03B0" w:rsidRDefault="003B03B0" w:rsidP="00FF67D1">
      <w:pPr>
        <w:ind w:firstLine="708"/>
        <w:jc w:val="both"/>
        <w:rPr>
          <w:rFonts w:ascii="Arial Narrow" w:hAnsi="Arial Narrow"/>
        </w:rPr>
      </w:pPr>
    </w:p>
    <w:p w:rsidR="002F52F4" w:rsidRPr="002F52F4" w:rsidRDefault="002F52F4" w:rsidP="00723128">
      <w:pPr>
        <w:ind w:firstLine="708"/>
        <w:rPr>
          <w:rFonts w:ascii="Arial Narrow" w:hAnsi="Arial Narrow"/>
        </w:rPr>
      </w:pPr>
      <w:r>
        <w:rPr>
          <w:rFonts w:ascii="Arial Narrow" w:hAnsi="Arial Narrow"/>
        </w:rPr>
        <w:t>Sin otro particular saludo a usted atte.</w:t>
      </w:r>
    </w:p>
    <w:p w:rsidR="002F52F4" w:rsidRDefault="002F52F4" w:rsidP="008A5AE1">
      <w:pPr>
        <w:ind w:firstLine="708"/>
      </w:pPr>
    </w:p>
    <w:p w:rsidR="00C13910" w:rsidRDefault="00C13910" w:rsidP="008A5AE1">
      <w:pPr>
        <w:ind w:firstLine="708"/>
      </w:pPr>
    </w:p>
    <w:sectPr w:rsidR="00C13910" w:rsidSect="00E3033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7A6" w:rsidRDefault="006057A6" w:rsidP="005B6D23">
      <w:r>
        <w:separator/>
      </w:r>
    </w:p>
  </w:endnote>
  <w:endnote w:type="continuationSeparator" w:id="0">
    <w:p w:rsidR="006057A6" w:rsidRDefault="006057A6" w:rsidP="005B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7A6" w:rsidRDefault="006057A6" w:rsidP="005B6D23">
      <w:r>
        <w:separator/>
      </w:r>
    </w:p>
  </w:footnote>
  <w:footnote w:type="continuationSeparator" w:id="0">
    <w:p w:rsidR="006057A6" w:rsidRDefault="006057A6" w:rsidP="005B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D23" w:rsidRDefault="000F784B">
    <w:pPr>
      <w:pStyle w:val="Encabezado"/>
    </w:pPr>
    <w:r>
      <w:rPr>
        <w:noProof/>
        <w:lang w:eastAsia="es-AR"/>
      </w:rPr>
      <w:drawing>
        <wp:inline distT="0" distB="0" distL="0" distR="0" wp14:anchorId="40AEE7CB" wp14:editId="10FF2413">
          <wp:extent cx="5610225" cy="628650"/>
          <wp:effectExtent l="0" t="0" r="952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2D62" w:rsidRDefault="00DE2D62">
    <w:pPr>
      <w:pStyle w:val="Encabezado"/>
    </w:pPr>
  </w:p>
  <w:p w:rsidR="005B6D23" w:rsidRDefault="005B6D23" w:rsidP="00FE15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79"/>
    <w:rsid w:val="0000797F"/>
    <w:rsid w:val="0001364C"/>
    <w:rsid w:val="00016BA4"/>
    <w:rsid w:val="00054FB6"/>
    <w:rsid w:val="00091DB6"/>
    <w:rsid w:val="0009471D"/>
    <w:rsid w:val="000D2B4F"/>
    <w:rsid w:val="000F784B"/>
    <w:rsid w:val="001225BC"/>
    <w:rsid w:val="001559BC"/>
    <w:rsid w:val="00166570"/>
    <w:rsid w:val="00167A56"/>
    <w:rsid w:val="0017530A"/>
    <w:rsid w:val="00184451"/>
    <w:rsid w:val="001873A0"/>
    <w:rsid w:val="001972EC"/>
    <w:rsid w:val="001A0D12"/>
    <w:rsid w:val="001B0AF0"/>
    <w:rsid w:val="001C4636"/>
    <w:rsid w:val="001C4C01"/>
    <w:rsid w:val="001D75D5"/>
    <w:rsid w:val="002025CD"/>
    <w:rsid w:val="00202E4B"/>
    <w:rsid w:val="00207143"/>
    <w:rsid w:val="00221307"/>
    <w:rsid w:val="002215F3"/>
    <w:rsid w:val="002507E7"/>
    <w:rsid w:val="002613D5"/>
    <w:rsid w:val="002A1588"/>
    <w:rsid w:val="002C3D28"/>
    <w:rsid w:val="002F52F4"/>
    <w:rsid w:val="002F6385"/>
    <w:rsid w:val="00301DF8"/>
    <w:rsid w:val="00302603"/>
    <w:rsid w:val="003106AF"/>
    <w:rsid w:val="003320B9"/>
    <w:rsid w:val="00344267"/>
    <w:rsid w:val="00347719"/>
    <w:rsid w:val="00353C91"/>
    <w:rsid w:val="003A10E0"/>
    <w:rsid w:val="003B013F"/>
    <w:rsid w:val="003B03B0"/>
    <w:rsid w:val="003C70F9"/>
    <w:rsid w:val="0044239F"/>
    <w:rsid w:val="0044719B"/>
    <w:rsid w:val="004644CB"/>
    <w:rsid w:val="00470869"/>
    <w:rsid w:val="00482E1E"/>
    <w:rsid w:val="004B1310"/>
    <w:rsid w:val="004E4851"/>
    <w:rsid w:val="004F4CD5"/>
    <w:rsid w:val="0052295B"/>
    <w:rsid w:val="0052336C"/>
    <w:rsid w:val="00545DE3"/>
    <w:rsid w:val="005520D6"/>
    <w:rsid w:val="005613B8"/>
    <w:rsid w:val="00563683"/>
    <w:rsid w:val="005863EB"/>
    <w:rsid w:val="005930E3"/>
    <w:rsid w:val="00596E92"/>
    <w:rsid w:val="005A4515"/>
    <w:rsid w:val="005B6D23"/>
    <w:rsid w:val="005D0D93"/>
    <w:rsid w:val="005D4D31"/>
    <w:rsid w:val="005E1B6F"/>
    <w:rsid w:val="005F61CE"/>
    <w:rsid w:val="006057A6"/>
    <w:rsid w:val="00625200"/>
    <w:rsid w:val="006254BC"/>
    <w:rsid w:val="00631488"/>
    <w:rsid w:val="00636171"/>
    <w:rsid w:val="006414D5"/>
    <w:rsid w:val="00642A4E"/>
    <w:rsid w:val="006507E7"/>
    <w:rsid w:val="006570DA"/>
    <w:rsid w:val="00667B3C"/>
    <w:rsid w:val="0068725F"/>
    <w:rsid w:val="006A278F"/>
    <w:rsid w:val="006A6480"/>
    <w:rsid w:val="006D3DDC"/>
    <w:rsid w:val="006D5EC9"/>
    <w:rsid w:val="00700B20"/>
    <w:rsid w:val="00713C2C"/>
    <w:rsid w:val="0071493F"/>
    <w:rsid w:val="00723128"/>
    <w:rsid w:val="00742584"/>
    <w:rsid w:val="00747177"/>
    <w:rsid w:val="007C2DB0"/>
    <w:rsid w:val="007C65C6"/>
    <w:rsid w:val="007E33CF"/>
    <w:rsid w:val="007F71E4"/>
    <w:rsid w:val="007F797A"/>
    <w:rsid w:val="0082293E"/>
    <w:rsid w:val="00851472"/>
    <w:rsid w:val="00872F4E"/>
    <w:rsid w:val="008A06AF"/>
    <w:rsid w:val="008A4484"/>
    <w:rsid w:val="008A5AE1"/>
    <w:rsid w:val="008C1F97"/>
    <w:rsid w:val="008D1523"/>
    <w:rsid w:val="008D52DB"/>
    <w:rsid w:val="008E75E9"/>
    <w:rsid w:val="00904C69"/>
    <w:rsid w:val="00913A58"/>
    <w:rsid w:val="009143C2"/>
    <w:rsid w:val="009705A9"/>
    <w:rsid w:val="00987D33"/>
    <w:rsid w:val="009A5C79"/>
    <w:rsid w:val="009C1E6A"/>
    <w:rsid w:val="009D5F67"/>
    <w:rsid w:val="009E70E2"/>
    <w:rsid w:val="00A173B7"/>
    <w:rsid w:val="00A21355"/>
    <w:rsid w:val="00A25901"/>
    <w:rsid w:val="00A32652"/>
    <w:rsid w:val="00A530D1"/>
    <w:rsid w:val="00A60D90"/>
    <w:rsid w:val="00A63FF4"/>
    <w:rsid w:val="00A8314C"/>
    <w:rsid w:val="00A86463"/>
    <w:rsid w:val="00A97B83"/>
    <w:rsid w:val="00AB213E"/>
    <w:rsid w:val="00AC321D"/>
    <w:rsid w:val="00AD038B"/>
    <w:rsid w:val="00AD5ECB"/>
    <w:rsid w:val="00AF2FD2"/>
    <w:rsid w:val="00B45296"/>
    <w:rsid w:val="00B5119F"/>
    <w:rsid w:val="00B968D2"/>
    <w:rsid w:val="00BB72CD"/>
    <w:rsid w:val="00BE5125"/>
    <w:rsid w:val="00BF0726"/>
    <w:rsid w:val="00BF0C2D"/>
    <w:rsid w:val="00BF3DA8"/>
    <w:rsid w:val="00C10EF7"/>
    <w:rsid w:val="00C1206C"/>
    <w:rsid w:val="00C13910"/>
    <w:rsid w:val="00C3664E"/>
    <w:rsid w:val="00C5626D"/>
    <w:rsid w:val="00C6279D"/>
    <w:rsid w:val="00C709FF"/>
    <w:rsid w:val="00C71C1F"/>
    <w:rsid w:val="00C835F1"/>
    <w:rsid w:val="00C937B5"/>
    <w:rsid w:val="00CE56DD"/>
    <w:rsid w:val="00D01C40"/>
    <w:rsid w:val="00D05B05"/>
    <w:rsid w:val="00D250A3"/>
    <w:rsid w:val="00D32EBB"/>
    <w:rsid w:val="00D34B98"/>
    <w:rsid w:val="00D35688"/>
    <w:rsid w:val="00D35F28"/>
    <w:rsid w:val="00D911D3"/>
    <w:rsid w:val="00DB3EFA"/>
    <w:rsid w:val="00DB5C97"/>
    <w:rsid w:val="00DC3D63"/>
    <w:rsid w:val="00DC5670"/>
    <w:rsid w:val="00DE2D62"/>
    <w:rsid w:val="00DE7215"/>
    <w:rsid w:val="00DE7F1A"/>
    <w:rsid w:val="00DF5CC4"/>
    <w:rsid w:val="00DF63E1"/>
    <w:rsid w:val="00E1119D"/>
    <w:rsid w:val="00E14F54"/>
    <w:rsid w:val="00E3033D"/>
    <w:rsid w:val="00E37385"/>
    <w:rsid w:val="00E53C9E"/>
    <w:rsid w:val="00E82A48"/>
    <w:rsid w:val="00E93207"/>
    <w:rsid w:val="00EB3E9B"/>
    <w:rsid w:val="00EB446B"/>
    <w:rsid w:val="00EC1E5C"/>
    <w:rsid w:val="00ED7FF1"/>
    <w:rsid w:val="00F24F97"/>
    <w:rsid w:val="00F31522"/>
    <w:rsid w:val="00F51B0E"/>
    <w:rsid w:val="00F62EDE"/>
    <w:rsid w:val="00F65722"/>
    <w:rsid w:val="00F85AD8"/>
    <w:rsid w:val="00F87157"/>
    <w:rsid w:val="00F93D2D"/>
    <w:rsid w:val="00FA52A3"/>
    <w:rsid w:val="00FA71CA"/>
    <w:rsid w:val="00FB1D68"/>
    <w:rsid w:val="00FD43A4"/>
    <w:rsid w:val="00FD77C9"/>
    <w:rsid w:val="00FE1576"/>
    <w:rsid w:val="00FF4A90"/>
    <w:rsid w:val="00FF6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23"/>
    <w:pPr>
      <w:spacing w:after="0" w:line="240" w:lineRule="auto"/>
    </w:pPr>
    <w:rPr>
      <w:rFonts w:ascii="Book Antiqua" w:eastAsia="Times New Roman" w:hAnsi="Book Antiqu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B6D23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B6D23"/>
  </w:style>
  <w:style w:type="paragraph" w:styleId="Piedepgina">
    <w:name w:val="footer"/>
    <w:basedOn w:val="Normal"/>
    <w:link w:val="PiedepginaCar"/>
    <w:uiPriority w:val="99"/>
    <w:unhideWhenUsed/>
    <w:rsid w:val="005B6D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D23"/>
  </w:style>
  <w:style w:type="paragraph" w:styleId="Textodeglobo">
    <w:name w:val="Balloon Text"/>
    <w:basedOn w:val="Normal"/>
    <w:link w:val="TextodegloboCar"/>
    <w:uiPriority w:val="99"/>
    <w:semiHidden/>
    <w:unhideWhenUsed/>
    <w:rsid w:val="005B6D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D23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ar"/>
    <w:qFormat/>
    <w:rsid w:val="00FF67D1"/>
    <w:pPr>
      <w:jc w:val="center"/>
    </w:pPr>
    <w:rPr>
      <w:rFonts w:ascii="Arial" w:hAnsi="Arial" w:cs="Arial"/>
      <w:b/>
      <w:i/>
      <w:sz w:val="28"/>
      <w:szCs w:val="28"/>
      <w:lang w:val="es-ES_tradnl" w:eastAsia="es-ES_tradnl"/>
    </w:rPr>
  </w:style>
  <w:style w:type="character" w:customStyle="1" w:styleId="TtuloCar">
    <w:name w:val="Título Car"/>
    <w:basedOn w:val="Fuentedeprrafopredeter"/>
    <w:link w:val="Ttulo"/>
    <w:rsid w:val="00FF67D1"/>
    <w:rPr>
      <w:rFonts w:ascii="Arial" w:eastAsia="Times New Roman" w:hAnsi="Arial" w:cs="Arial"/>
      <w:b/>
      <w:i/>
      <w:sz w:val="28"/>
      <w:szCs w:val="28"/>
      <w:lang w:val="es-ES_tradnl" w:eastAsia="es-ES_tradnl"/>
    </w:rPr>
  </w:style>
  <w:style w:type="character" w:styleId="Textoennegrita">
    <w:name w:val="Strong"/>
    <w:basedOn w:val="Fuentedeprrafopredeter"/>
    <w:uiPriority w:val="22"/>
    <w:qFormat/>
    <w:rsid w:val="00FF67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23"/>
    <w:pPr>
      <w:spacing w:after="0" w:line="240" w:lineRule="auto"/>
    </w:pPr>
    <w:rPr>
      <w:rFonts w:ascii="Book Antiqua" w:eastAsia="Times New Roman" w:hAnsi="Book Antiqu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B6D23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B6D23"/>
  </w:style>
  <w:style w:type="paragraph" w:styleId="Piedepgina">
    <w:name w:val="footer"/>
    <w:basedOn w:val="Normal"/>
    <w:link w:val="PiedepginaCar"/>
    <w:uiPriority w:val="99"/>
    <w:unhideWhenUsed/>
    <w:rsid w:val="005B6D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D23"/>
  </w:style>
  <w:style w:type="paragraph" w:styleId="Textodeglobo">
    <w:name w:val="Balloon Text"/>
    <w:basedOn w:val="Normal"/>
    <w:link w:val="TextodegloboCar"/>
    <w:uiPriority w:val="99"/>
    <w:semiHidden/>
    <w:unhideWhenUsed/>
    <w:rsid w:val="005B6D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D23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ar"/>
    <w:qFormat/>
    <w:rsid w:val="00FF67D1"/>
    <w:pPr>
      <w:jc w:val="center"/>
    </w:pPr>
    <w:rPr>
      <w:rFonts w:ascii="Arial" w:hAnsi="Arial" w:cs="Arial"/>
      <w:b/>
      <w:i/>
      <w:sz w:val="28"/>
      <w:szCs w:val="28"/>
      <w:lang w:val="es-ES_tradnl" w:eastAsia="es-ES_tradnl"/>
    </w:rPr>
  </w:style>
  <w:style w:type="character" w:customStyle="1" w:styleId="TtuloCar">
    <w:name w:val="Título Car"/>
    <w:basedOn w:val="Fuentedeprrafopredeter"/>
    <w:link w:val="Ttulo"/>
    <w:rsid w:val="00FF67D1"/>
    <w:rPr>
      <w:rFonts w:ascii="Arial" w:eastAsia="Times New Roman" w:hAnsi="Arial" w:cs="Arial"/>
      <w:b/>
      <w:i/>
      <w:sz w:val="28"/>
      <w:szCs w:val="28"/>
      <w:lang w:val="es-ES_tradnl" w:eastAsia="es-ES_tradnl"/>
    </w:rPr>
  </w:style>
  <w:style w:type="character" w:styleId="Textoennegrita">
    <w:name w:val="Strong"/>
    <w:basedOn w:val="Fuentedeprrafopredeter"/>
    <w:uiPriority w:val="22"/>
    <w:qFormat/>
    <w:rsid w:val="00FF67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perador\Downloads\HC_Secretar&#237;a%20Obras%20P&#250;blicas%20(2)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3337-183D-4728-ACE5-993FCCA0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HC_Secretaría Obras Públicas (2)</Template>
  <TotalTime>4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Operador</dc:creator>
  <cp:lastModifiedBy>operador</cp:lastModifiedBy>
  <cp:revision>3</cp:revision>
  <cp:lastPrinted>2019-05-13T13:33:00Z</cp:lastPrinted>
  <dcterms:created xsi:type="dcterms:W3CDTF">2019-06-10T14:26:00Z</dcterms:created>
  <dcterms:modified xsi:type="dcterms:W3CDTF">2019-06-10T14:29:00Z</dcterms:modified>
</cp:coreProperties>
</file>